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23A4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291A75" w:rsidRDefault="00291A75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91A75">
        <w:rPr>
          <w:rFonts w:ascii="Corbel" w:hAnsi="Corbel"/>
          <w:b/>
          <w:sz w:val="20"/>
          <w:szCs w:val="20"/>
        </w:rPr>
        <w:t xml:space="preserve">Rok akademicki  </w:t>
      </w:r>
      <w:r w:rsidR="00574577" w:rsidRPr="00291A75">
        <w:rPr>
          <w:rFonts w:ascii="Corbel" w:hAnsi="Corbel"/>
          <w:b/>
          <w:sz w:val="20"/>
          <w:szCs w:val="20"/>
        </w:rPr>
        <w:t>202</w:t>
      </w:r>
      <w:r w:rsidR="008D23A4">
        <w:rPr>
          <w:rFonts w:ascii="Corbel" w:hAnsi="Corbel"/>
          <w:b/>
          <w:sz w:val="20"/>
          <w:szCs w:val="20"/>
        </w:rPr>
        <w:t>2</w:t>
      </w:r>
      <w:r w:rsidR="00574577" w:rsidRPr="00291A75">
        <w:rPr>
          <w:rFonts w:ascii="Corbel" w:hAnsi="Corbel"/>
          <w:b/>
          <w:sz w:val="20"/>
          <w:szCs w:val="20"/>
        </w:rPr>
        <w:t>/202</w:t>
      </w:r>
      <w:r w:rsidR="008D23A4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91A75" w:rsidRDefault="009567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91A75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D3A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3AE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52C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91A75" w:rsidRDefault="00053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91A75">
              <w:rPr>
                <w:rFonts w:ascii="Corbel" w:hAnsi="Corbel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</w:t>
            </w:r>
            <w:r w:rsidR="000835F6">
              <w:rPr>
                <w:rFonts w:ascii="Corbel" w:hAnsi="Corbel"/>
                <w:b w:val="0"/>
                <w:sz w:val="24"/>
                <w:szCs w:val="24"/>
              </w:rPr>
              <w:t>podstawowe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63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Marlena Pieniążek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291A75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H</w:t>
      </w:r>
      <w:r w:rsidR="0085747A" w:rsidRPr="009C54AE">
        <w:rPr>
          <w:rFonts w:ascii="Corbel" w:hAnsi="Corbel"/>
          <w:sz w:val="24"/>
          <w:szCs w:val="24"/>
        </w:rPr>
        <w:t xml:space="preserve">* </w:t>
      </w:r>
      <w:r w:rsidR="0085747A"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5747A" w:rsidRPr="009C54AE">
        <w:rPr>
          <w:rFonts w:ascii="Corbel" w:hAnsi="Corbel"/>
          <w:i/>
          <w:sz w:val="24"/>
          <w:szCs w:val="24"/>
        </w:rPr>
        <w:t xml:space="preserve"> </w:t>
      </w:r>
      <w:r w:rsidR="0085747A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91A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91A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91A7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537C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537C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537CF" w:rsidP="00291A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564B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64B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Pozytywnie zaliczony I semestr studiów na kierunku Nauki o Rodzinie bądź pokrewnym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91A75" w:rsidRPr="009C54AE" w:rsidTr="00291A75">
        <w:tc>
          <w:tcPr>
            <w:tcW w:w="851" w:type="dxa"/>
            <w:vAlign w:val="center"/>
          </w:tcPr>
          <w:p w:rsidR="00291A75" w:rsidRPr="009C54AE" w:rsidRDefault="00291A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91A75" w:rsidRPr="00EF0A00" w:rsidRDefault="00291A75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0A00">
              <w:rPr>
                <w:rFonts w:ascii="Corbel" w:hAnsi="Corbel"/>
                <w:b w:val="0"/>
                <w:sz w:val="24"/>
                <w:szCs w:val="24"/>
              </w:rPr>
              <w:t>Zdobycie podstawowej i umiejętności z  zakresu funkcjonowania osoby w relacjach z innymi ludźmi.</w:t>
            </w:r>
          </w:p>
        </w:tc>
      </w:tr>
      <w:tr w:rsidR="00291A75" w:rsidRPr="009C54AE" w:rsidTr="00291A75">
        <w:tc>
          <w:tcPr>
            <w:tcW w:w="851" w:type="dxa"/>
            <w:vAlign w:val="center"/>
          </w:tcPr>
          <w:p w:rsidR="00291A75" w:rsidRPr="009C54AE" w:rsidRDefault="00291A7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91A75" w:rsidRPr="00EF0A00" w:rsidRDefault="00291A75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0A00">
              <w:rPr>
                <w:rFonts w:ascii="Corbel" w:hAnsi="Corbel"/>
                <w:b w:val="0"/>
                <w:sz w:val="24"/>
                <w:szCs w:val="24"/>
              </w:rPr>
              <w:t>Próby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4BF3" w:rsidRPr="009C54AE" w:rsidTr="005E6E85">
        <w:tc>
          <w:tcPr>
            <w:tcW w:w="1701" w:type="dxa"/>
          </w:tcPr>
          <w:p w:rsidR="00564BF3" w:rsidRPr="009C54AE" w:rsidRDefault="00564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64BF3" w:rsidRPr="00BA2E0D" w:rsidRDefault="008D6B7D" w:rsidP="008B1A1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Zaprezentuje</w:t>
            </w:r>
            <w:r w:rsidR="00564BF3" w:rsidRPr="00BA2E0D">
              <w:rPr>
                <w:rFonts w:ascii="Corbel" w:hAnsi="Corbel"/>
                <w:sz w:val="24"/>
                <w:szCs w:val="24"/>
              </w:rPr>
              <w:t xml:space="preserve"> wiedzę dotyczącą podstaw procesu komunikowania się interpersonalnego i społecznego,</w:t>
            </w:r>
            <w:r w:rsidR="00821BBA" w:rsidRPr="00BA2E0D">
              <w:rPr>
                <w:rFonts w:ascii="Corbel" w:hAnsi="Corbel"/>
                <w:sz w:val="24"/>
                <w:szCs w:val="24"/>
              </w:rPr>
              <w:t xml:space="preserve"> w tym komunikacji w rodzinie,</w:t>
            </w:r>
            <w:r w:rsidR="00564BF3" w:rsidRPr="00BA2E0D">
              <w:rPr>
                <w:rFonts w:ascii="Corbel" w:hAnsi="Corbel"/>
                <w:sz w:val="24"/>
                <w:szCs w:val="24"/>
              </w:rPr>
              <w:t xml:space="preserve"> ich prawidłowościach i zakłóceniach</w:t>
            </w:r>
            <w:r w:rsidR="00821BBA" w:rsidRPr="00BA2E0D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564BF3" w:rsidRPr="009C54AE" w:rsidRDefault="00564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64BF3" w:rsidRPr="009C54AE" w:rsidTr="005E6E85">
        <w:tc>
          <w:tcPr>
            <w:tcW w:w="1701" w:type="dxa"/>
          </w:tcPr>
          <w:p w:rsidR="00564BF3" w:rsidRPr="009C54AE" w:rsidRDefault="00564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64BF3" w:rsidRPr="00BA2E0D" w:rsidRDefault="00942032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Zanalizuje i dokona</w:t>
            </w:r>
            <w:r w:rsidR="00564BF3" w:rsidRPr="00BA2E0D">
              <w:rPr>
                <w:rFonts w:ascii="Corbel" w:hAnsi="Corbel"/>
                <w:sz w:val="24"/>
                <w:szCs w:val="24"/>
              </w:rPr>
              <w:t xml:space="preserve"> interpretacji różnych zjawisk społecznych</w:t>
            </w:r>
            <w:r w:rsidR="00821BBA" w:rsidRPr="00BA2E0D">
              <w:rPr>
                <w:rFonts w:ascii="Corbel" w:hAnsi="Corbel"/>
                <w:sz w:val="24"/>
                <w:szCs w:val="24"/>
              </w:rPr>
              <w:t>, w tym związanych z rodziną,</w:t>
            </w:r>
            <w:r w:rsidR="00564BF3" w:rsidRPr="00BA2E0D">
              <w:rPr>
                <w:rFonts w:ascii="Corbel" w:hAnsi="Corbel"/>
                <w:sz w:val="24"/>
                <w:szCs w:val="24"/>
              </w:rPr>
              <w:t xml:space="preserve"> pod względem zachodzących w nich zjawisk komunikacyjnych.</w:t>
            </w:r>
          </w:p>
        </w:tc>
        <w:tc>
          <w:tcPr>
            <w:tcW w:w="1873" w:type="dxa"/>
          </w:tcPr>
          <w:p w:rsidR="00564BF3" w:rsidRPr="009C54AE" w:rsidRDefault="009420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K_W09</w:t>
            </w:r>
          </w:p>
        </w:tc>
      </w:tr>
      <w:tr w:rsidR="00564BF3" w:rsidRPr="009C54AE" w:rsidTr="005E6E85">
        <w:tc>
          <w:tcPr>
            <w:tcW w:w="1701" w:type="dxa"/>
          </w:tcPr>
          <w:p w:rsidR="00564BF3" w:rsidRPr="009C54AE" w:rsidRDefault="00564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64BF3" w:rsidRPr="00BA2E0D" w:rsidRDefault="00942032" w:rsidP="009420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>Dokona analizy i interpretacji</w:t>
            </w:r>
            <w:r w:rsidR="00564BF3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 w:rsidR="008D6B7D" w:rsidRPr="00BA2E0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564BF3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 sytuacj</w:t>
            </w:r>
            <w:r w:rsidR="008D6B7D" w:rsidRPr="00BA2E0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564BF3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 w relacjach</w:t>
            </w:r>
            <w:r w:rsidR="00821BBA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64BF3" w:rsidRPr="00BA2E0D">
              <w:rPr>
                <w:rFonts w:ascii="Corbel" w:hAnsi="Corbel"/>
                <w:b w:val="0"/>
                <w:smallCaps w:val="0"/>
                <w:szCs w:val="24"/>
              </w:rPr>
              <w:t>pomiędzy osobami</w:t>
            </w:r>
            <w:r w:rsidR="00821BBA" w:rsidRPr="00BA2E0D">
              <w:rPr>
                <w:rFonts w:ascii="Corbel" w:hAnsi="Corbel"/>
                <w:b w:val="0"/>
                <w:smallCaps w:val="0"/>
                <w:szCs w:val="24"/>
              </w:rPr>
              <w:t>, w tym rodzinnych</w:t>
            </w:r>
            <w:r w:rsidR="00564BF3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: empatia, konflikt, asertywność, </w:t>
            </w:r>
            <w:r w:rsidRPr="00BA2E0D">
              <w:rPr>
                <w:rFonts w:ascii="Corbel" w:hAnsi="Corbel"/>
                <w:b w:val="0"/>
                <w:smallCaps w:val="0"/>
                <w:szCs w:val="24"/>
              </w:rPr>
              <w:t>aktywne słuchanie</w:t>
            </w:r>
            <w:r w:rsidR="00821BBA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B3A29" w:rsidRPr="00BA2E0D">
              <w:rPr>
                <w:rFonts w:ascii="Corbel" w:hAnsi="Corbel"/>
                <w:b w:val="0"/>
                <w:smallCaps w:val="0"/>
                <w:szCs w:val="24"/>
              </w:rPr>
              <w:t>z wykorzystaniem interdyscyplinarnych źródeł i poglądów innych autorów oraz wyciągnie wnioski.</w:t>
            </w:r>
          </w:p>
        </w:tc>
        <w:tc>
          <w:tcPr>
            <w:tcW w:w="1873" w:type="dxa"/>
          </w:tcPr>
          <w:p w:rsidR="00564BF3" w:rsidRPr="009C54AE" w:rsidRDefault="009420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 K_U10</w:t>
            </w:r>
          </w:p>
        </w:tc>
      </w:tr>
      <w:tr w:rsidR="00564BF3" w:rsidRPr="009C54AE" w:rsidTr="005E6E85">
        <w:tc>
          <w:tcPr>
            <w:tcW w:w="1701" w:type="dxa"/>
          </w:tcPr>
          <w:p w:rsidR="00564BF3" w:rsidRPr="009C54AE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64BF3" w:rsidRPr="00BA2E0D" w:rsidRDefault="008D6B7D" w:rsidP="009420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64BF3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kutecznie </w:t>
            </w:r>
            <w:r w:rsidR="00942032" w:rsidRPr="00BA2E0D">
              <w:rPr>
                <w:rFonts w:ascii="Corbel" w:hAnsi="Corbel"/>
                <w:b w:val="0"/>
                <w:smallCaps w:val="0"/>
                <w:szCs w:val="24"/>
              </w:rPr>
              <w:t>przekaz</w:t>
            </w:r>
            <w:r w:rsidRPr="00BA2E0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942032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 informację </w:t>
            </w:r>
            <w:r w:rsidR="00564BF3" w:rsidRPr="00BA2E0D">
              <w:rPr>
                <w:rFonts w:ascii="Corbel" w:hAnsi="Corbel"/>
                <w:b w:val="0"/>
                <w:smallCaps w:val="0"/>
                <w:szCs w:val="24"/>
              </w:rPr>
              <w:t>w grupie i adekwatnie do przyjmowanych ról określ</w:t>
            </w:r>
            <w:r w:rsidR="003B3A29" w:rsidRPr="00BA2E0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564BF3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 swoje zadania</w:t>
            </w:r>
          </w:p>
        </w:tc>
        <w:tc>
          <w:tcPr>
            <w:tcW w:w="1873" w:type="dxa"/>
          </w:tcPr>
          <w:p w:rsidR="00564BF3" w:rsidRPr="008D6B7D" w:rsidRDefault="00942032" w:rsidP="009420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B7D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564BF3" w:rsidRPr="009C54AE" w:rsidTr="005E6E85">
        <w:tc>
          <w:tcPr>
            <w:tcW w:w="1701" w:type="dxa"/>
          </w:tcPr>
          <w:p w:rsidR="00564BF3" w:rsidRPr="009C54AE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64BF3" w:rsidRPr="00BA2E0D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>Posiada świadomość swojej wiedzy i umiejętności z zakresu komunikacji interpersonalnej oraz ciągłego doskonalenia w tym zakresie.</w:t>
            </w:r>
          </w:p>
        </w:tc>
        <w:tc>
          <w:tcPr>
            <w:tcW w:w="1873" w:type="dxa"/>
          </w:tcPr>
          <w:p w:rsidR="00564BF3" w:rsidRPr="008D6B7D" w:rsidRDefault="00942032" w:rsidP="009420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6B7D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564BF3" w:rsidRPr="009C54AE" w:rsidTr="005E6E85">
        <w:tc>
          <w:tcPr>
            <w:tcW w:w="1701" w:type="dxa"/>
          </w:tcPr>
          <w:p w:rsidR="00564BF3" w:rsidRPr="009C54AE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564BF3" w:rsidRPr="008D6B7D" w:rsidRDefault="00942032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B7D">
              <w:rPr>
                <w:rFonts w:ascii="Corbel" w:hAnsi="Corbel"/>
                <w:b w:val="0"/>
                <w:smallCaps w:val="0"/>
                <w:szCs w:val="24"/>
              </w:rPr>
              <w:t xml:space="preserve">Zaplanuje pracę w grupie z innymi osobami (słownie i pisemnie) opartą </w:t>
            </w:r>
            <w:r w:rsidR="00564BF3" w:rsidRPr="008D6B7D">
              <w:rPr>
                <w:rFonts w:ascii="Corbel" w:hAnsi="Corbel"/>
                <w:b w:val="0"/>
                <w:smallCaps w:val="0"/>
                <w:szCs w:val="24"/>
              </w:rPr>
              <w:t xml:space="preserve"> na znajomości i stosowaniu klimatu porozumiewania się</w:t>
            </w:r>
            <w:r w:rsidR="003B3A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564BF3" w:rsidRPr="008D6B7D" w:rsidRDefault="009420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B7D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1A7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1A75">
        <w:tc>
          <w:tcPr>
            <w:tcW w:w="9520" w:type="dxa"/>
          </w:tcPr>
          <w:p w:rsidR="0085747A" w:rsidRPr="009C54AE" w:rsidRDefault="00291A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BF3" w:rsidRPr="009C54AE" w:rsidTr="00923D7D">
        <w:tc>
          <w:tcPr>
            <w:tcW w:w="9639" w:type="dxa"/>
          </w:tcPr>
          <w:p w:rsidR="00564BF3" w:rsidRPr="003B3A29" w:rsidRDefault="00564BF3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564BF3" w:rsidRPr="009C54AE" w:rsidTr="00923D7D">
        <w:tc>
          <w:tcPr>
            <w:tcW w:w="9639" w:type="dxa"/>
          </w:tcPr>
          <w:p w:rsidR="00564BF3" w:rsidRPr="003B3A29" w:rsidRDefault="00564BF3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564BF3" w:rsidRPr="009C54AE" w:rsidTr="00923D7D">
        <w:tc>
          <w:tcPr>
            <w:tcW w:w="9639" w:type="dxa"/>
          </w:tcPr>
          <w:p w:rsidR="00564BF3" w:rsidRPr="003B3A29" w:rsidRDefault="00564BF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564BF3" w:rsidRPr="009C54AE" w:rsidTr="00923D7D">
        <w:tc>
          <w:tcPr>
            <w:tcW w:w="9639" w:type="dxa"/>
          </w:tcPr>
          <w:p w:rsidR="00564BF3" w:rsidRPr="003B3A29" w:rsidRDefault="00564BF3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lastRenderedPageBreak/>
              <w:t xml:space="preserve"> 4. Wyrażanie zrozumienia (empatii), aktywne słuchanie </w:t>
            </w:r>
          </w:p>
        </w:tc>
      </w:tr>
      <w:tr w:rsidR="00564BF3" w:rsidRPr="009C54AE" w:rsidTr="00923D7D">
        <w:tc>
          <w:tcPr>
            <w:tcW w:w="9639" w:type="dxa"/>
          </w:tcPr>
          <w:p w:rsidR="00564BF3" w:rsidRPr="003B3A29" w:rsidRDefault="00564BF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 xml:space="preserve">5. Klimat do porozumiewania się (model J. </w:t>
            </w:r>
            <w:proofErr w:type="spellStart"/>
            <w:r w:rsidRPr="003B3A29"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 w:rsidRPr="003B3A2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64BF3" w:rsidRPr="009C54AE" w:rsidTr="00923D7D">
        <w:tc>
          <w:tcPr>
            <w:tcW w:w="9639" w:type="dxa"/>
          </w:tcPr>
          <w:p w:rsidR="00564BF3" w:rsidRPr="003B3A29" w:rsidRDefault="00564BF3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 xml:space="preserve">6. Konflikty i ich rozwiązywanie </w:t>
            </w:r>
          </w:p>
        </w:tc>
      </w:tr>
      <w:tr w:rsidR="00564BF3" w:rsidRPr="009C54AE" w:rsidTr="00923D7D">
        <w:tc>
          <w:tcPr>
            <w:tcW w:w="9639" w:type="dxa"/>
          </w:tcPr>
          <w:p w:rsidR="00564BF3" w:rsidRPr="003B3A29" w:rsidRDefault="00564BF3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64BF3" w:rsidRPr="003B3A29" w:rsidRDefault="00564BF3" w:rsidP="00564B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3A29">
        <w:rPr>
          <w:rFonts w:ascii="Corbel" w:hAnsi="Corbel"/>
          <w:b w:val="0"/>
          <w:smallCaps w:val="0"/>
          <w:szCs w:val="24"/>
        </w:rPr>
        <w:t>Analiza tekstów z dyskusją/ projekt praktyczny/praca w grupach/rozwiązywanie zadań problemowych/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291A7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91A7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4BF3" w:rsidRPr="009C54AE" w:rsidTr="00C05F44">
        <w:tc>
          <w:tcPr>
            <w:tcW w:w="1985" w:type="dxa"/>
          </w:tcPr>
          <w:p w:rsidR="00564BF3" w:rsidRPr="009C54AE" w:rsidRDefault="00564B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64BF3" w:rsidRPr="003B3A29" w:rsidRDefault="00564BF3" w:rsidP="008B1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Kolokwium/ obserwacja w trakcie zajęć</w:t>
            </w:r>
          </w:p>
        </w:tc>
        <w:tc>
          <w:tcPr>
            <w:tcW w:w="2126" w:type="dxa"/>
          </w:tcPr>
          <w:p w:rsidR="00564BF3" w:rsidRPr="003B3A29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F3" w:rsidRPr="009C54AE" w:rsidTr="00C05F44">
        <w:tc>
          <w:tcPr>
            <w:tcW w:w="1985" w:type="dxa"/>
          </w:tcPr>
          <w:p w:rsidR="00564BF3" w:rsidRPr="009C54AE" w:rsidRDefault="00564B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64BF3" w:rsidRPr="003B3A29" w:rsidRDefault="00564BF3" w:rsidP="008B1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</w:tcPr>
          <w:p w:rsidR="00564BF3" w:rsidRPr="003B3A29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F3" w:rsidRPr="009C54AE" w:rsidTr="00C05F44">
        <w:tc>
          <w:tcPr>
            <w:tcW w:w="1985" w:type="dxa"/>
          </w:tcPr>
          <w:p w:rsidR="00564BF3" w:rsidRPr="009C54AE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564BF3" w:rsidRPr="003B3A29" w:rsidRDefault="00564BF3" w:rsidP="008B1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64BF3" w:rsidRPr="003B3A29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F3" w:rsidRPr="009C54AE" w:rsidTr="00C05F44">
        <w:tc>
          <w:tcPr>
            <w:tcW w:w="1985" w:type="dxa"/>
          </w:tcPr>
          <w:p w:rsidR="00564BF3" w:rsidRPr="009C54AE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64BF3" w:rsidRPr="003B3A29" w:rsidRDefault="00564BF3" w:rsidP="008B1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64BF3" w:rsidRPr="003B3A29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F3" w:rsidRPr="009C54AE" w:rsidTr="00C05F44">
        <w:tc>
          <w:tcPr>
            <w:tcW w:w="1985" w:type="dxa"/>
          </w:tcPr>
          <w:p w:rsidR="00564BF3" w:rsidRPr="009C54AE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564BF3" w:rsidRPr="003B3A29" w:rsidRDefault="00564BF3" w:rsidP="008B1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64BF3" w:rsidRPr="003B3A29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F3" w:rsidRPr="009C54AE" w:rsidTr="00C05F44">
        <w:tc>
          <w:tcPr>
            <w:tcW w:w="1985" w:type="dxa"/>
          </w:tcPr>
          <w:p w:rsidR="00564BF3" w:rsidRPr="009C54AE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64BF3" w:rsidRPr="003B3A29" w:rsidRDefault="00942032" w:rsidP="008B1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564BF3" w:rsidRPr="003B3A29" w:rsidRDefault="00564BF3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A2E0D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64BF3" w:rsidRPr="00BA2E0D" w:rsidRDefault="00564BF3" w:rsidP="00564B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>1. Wykonywanie projektów podczas zajęć i pozytywne ich zaopiniowanie przez prowadzącego zajęcia.</w:t>
            </w:r>
          </w:p>
          <w:p w:rsidR="00564BF3" w:rsidRPr="00BA2E0D" w:rsidRDefault="00564BF3" w:rsidP="00564B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>2. Pozytywna ocena z kolokwium</w:t>
            </w:r>
            <w:r w:rsidR="003B3A29"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 i pracy projektowej.</w:t>
            </w:r>
          </w:p>
          <w:p w:rsidR="0085747A" w:rsidRPr="00BA2E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A2E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A2E0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A2E0D">
        <w:rPr>
          <w:rFonts w:ascii="Corbel" w:hAnsi="Corbel"/>
          <w:b/>
          <w:sz w:val="24"/>
          <w:szCs w:val="24"/>
        </w:rPr>
        <w:t xml:space="preserve">5. </w:t>
      </w:r>
      <w:r w:rsidR="00C61DC5" w:rsidRPr="00BA2E0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A2E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A2E0D" w:rsidTr="003E1941">
        <w:tc>
          <w:tcPr>
            <w:tcW w:w="4962" w:type="dxa"/>
            <w:vAlign w:val="center"/>
          </w:tcPr>
          <w:p w:rsidR="0085747A" w:rsidRPr="00BA2E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A2E0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A2E0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A2E0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A2E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A2E0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A2E0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A2E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A2E0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64BF3" w:rsidRPr="00BA2E0D" w:rsidTr="00923D7D">
        <w:tc>
          <w:tcPr>
            <w:tcW w:w="4962" w:type="dxa"/>
          </w:tcPr>
          <w:p w:rsidR="00564BF3" w:rsidRPr="00BA2E0D" w:rsidRDefault="00564BF3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BA2E0D">
              <w:t>z harmonogramu</w:t>
            </w:r>
            <w:r w:rsidRPr="00BA2E0D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564BF3" w:rsidRPr="00BA2E0D" w:rsidRDefault="00564BF3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64BF3" w:rsidRPr="00BA2E0D" w:rsidTr="00923D7D">
        <w:tc>
          <w:tcPr>
            <w:tcW w:w="4962" w:type="dxa"/>
          </w:tcPr>
          <w:p w:rsidR="00564BF3" w:rsidRPr="00BA2E0D" w:rsidRDefault="00564B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64BF3" w:rsidRPr="00BA2E0D" w:rsidRDefault="00564B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564BF3" w:rsidRPr="00BA2E0D" w:rsidRDefault="003B3A29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64BF3" w:rsidRPr="009C54AE" w:rsidTr="00564BF3">
        <w:trPr>
          <w:trHeight w:val="1080"/>
        </w:trPr>
        <w:tc>
          <w:tcPr>
            <w:tcW w:w="4962" w:type="dxa"/>
          </w:tcPr>
          <w:p w:rsidR="00564BF3" w:rsidRPr="00BA2E0D" w:rsidRDefault="00564B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F0A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A2E0D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3B3A29" w:rsidRPr="00BA2E0D">
              <w:rPr>
                <w:rFonts w:ascii="Corbel" w:hAnsi="Corbel"/>
                <w:sz w:val="24"/>
                <w:szCs w:val="24"/>
              </w:rPr>
              <w:t>pracy projektowej, przygotowanie do kolokwium</w:t>
            </w:r>
            <w:r w:rsidRPr="00BA2E0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564BF3" w:rsidRPr="009C54AE" w:rsidRDefault="00564BF3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Times New Roman" w:hAnsi="Times New Roman"/>
              </w:rPr>
              <w:t>3</w:t>
            </w:r>
            <w:r w:rsidR="003B3A29" w:rsidRPr="00BA2E0D">
              <w:rPr>
                <w:rFonts w:ascii="Times New Roman" w:hAnsi="Times New Roman"/>
              </w:rPr>
              <w:t>3</w:t>
            </w:r>
          </w:p>
        </w:tc>
      </w:tr>
      <w:tr w:rsidR="00564BF3" w:rsidRPr="009C54AE" w:rsidTr="00923D7D">
        <w:trPr>
          <w:trHeight w:val="90"/>
        </w:trPr>
        <w:tc>
          <w:tcPr>
            <w:tcW w:w="4962" w:type="dxa"/>
          </w:tcPr>
          <w:p w:rsidR="00564BF3" w:rsidRPr="009C54AE" w:rsidRDefault="00564BF3" w:rsidP="009C54AE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564BF3" w:rsidRDefault="00564BF3" w:rsidP="00EF0A00">
            <w:pPr>
              <w:pStyle w:val="Akapitzli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564BF3" w:rsidRPr="009C54AE" w:rsidTr="00923D7D">
        <w:tc>
          <w:tcPr>
            <w:tcW w:w="4962" w:type="dxa"/>
          </w:tcPr>
          <w:p w:rsidR="00564BF3" w:rsidRPr="009C54AE" w:rsidRDefault="00564B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64BF3" w:rsidRPr="009C54AE" w:rsidRDefault="00564BF3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64BF3" w:rsidRPr="009C54AE" w:rsidTr="00923D7D">
        <w:tc>
          <w:tcPr>
            <w:tcW w:w="4962" w:type="dxa"/>
          </w:tcPr>
          <w:p w:rsidR="00564BF3" w:rsidRPr="009C54AE" w:rsidRDefault="00564B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564BF3" w:rsidRPr="009C54AE" w:rsidRDefault="00564BF3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564BF3" w:rsidRDefault="0085747A" w:rsidP="00173FA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64BF3" w:rsidRPr="008856B0">
              <w:rPr>
                <w:rFonts w:ascii="Corbel" w:hAnsi="Corbel"/>
                <w:b w:val="0"/>
                <w:sz w:val="22"/>
              </w:rPr>
              <w:t xml:space="preserve"> </w:t>
            </w:r>
          </w:p>
          <w:p w:rsidR="00564BF3" w:rsidRPr="00173FA0" w:rsidRDefault="00564BF3" w:rsidP="00173FA0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73FA0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173FA0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173FA0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564BF3" w:rsidRPr="00173FA0" w:rsidRDefault="00564BF3" w:rsidP="00173FA0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73FA0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173FA0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173F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73FA0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="003B3A29" w:rsidRPr="00173FA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173FA0">
              <w:rPr>
                <w:rFonts w:ascii="Corbel" w:hAnsi="Corbel"/>
                <w:b w:val="0"/>
                <w:smallCaps w:val="0"/>
                <w:szCs w:val="24"/>
              </w:rPr>
              <w:t xml:space="preserve"> Wyd. Zysk i S-ka Poznań 2011</w:t>
            </w:r>
          </w:p>
          <w:p w:rsidR="00564BF3" w:rsidRPr="00173FA0" w:rsidRDefault="00564BF3" w:rsidP="00173FA0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339" w:hanging="339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73FA0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173FA0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173F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73FA0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173FA0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173FA0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="003B3A29" w:rsidRPr="00173FA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73FA0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</w:p>
          <w:p w:rsidR="00564BF3" w:rsidRPr="00173FA0" w:rsidRDefault="00564BF3" w:rsidP="00173FA0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ED3AE3">
              <w:rPr>
                <w:rFonts w:ascii="Corbel" w:hAnsi="Corbel"/>
                <w:sz w:val="24"/>
                <w:szCs w:val="24"/>
              </w:rPr>
              <w:t xml:space="preserve">R. B. Adler, </w:t>
            </w:r>
            <w:proofErr w:type="spellStart"/>
            <w:r w:rsidRPr="00ED3AE3">
              <w:rPr>
                <w:rFonts w:ascii="Corbel" w:hAnsi="Corbel"/>
                <w:sz w:val="24"/>
                <w:szCs w:val="24"/>
              </w:rPr>
              <w:t>L.B</w:t>
            </w:r>
            <w:proofErr w:type="spellEnd"/>
            <w:r w:rsidRPr="00ED3AE3">
              <w:rPr>
                <w:rFonts w:ascii="Corbel" w:hAnsi="Corbel"/>
                <w:sz w:val="24"/>
                <w:szCs w:val="24"/>
              </w:rPr>
              <w:t xml:space="preserve">. Rosenfeld, </w:t>
            </w:r>
            <w:proofErr w:type="spellStart"/>
            <w:r w:rsidRPr="00ED3AE3">
              <w:rPr>
                <w:rFonts w:ascii="Corbel" w:hAnsi="Corbel"/>
                <w:sz w:val="24"/>
                <w:szCs w:val="24"/>
              </w:rPr>
              <w:t>R.F</w:t>
            </w:r>
            <w:proofErr w:type="spellEnd"/>
            <w:r w:rsidRPr="00ED3AE3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ED3AE3">
              <w:rPr>
                <w:rFonts w:ascii="Corbel" w:hAnsi="Corbel"/>
                <w:i/>
                <w:sz w:val="24"/>
                <w:szCs w:val="24"/>
              </w:rPr>
              <w:t>Proktor</w:t>
            </w:r>
            <w:proofErr w:type="spellEnd"/>
            <w:r w:rsidR="003B3A29" w:rsidRPr="00ED3AE3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ED3AE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173FA0">
              <w:rPr>
                <w:rFonts w:ascii="Corbel" w:hAnsi="Corbel"/>
                <w:i/>
                <w:sz w:val="24"/>
                <w:szCs w:val="24"/>
              </w:rPr>
              <w:t>Relacje interpersonalne. Proces porozumiewania się</w:t>
            </w:r>
            <w:r w:rsidR="003B3A29" w:rsidRPr="00173FA0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173FA0">
              <w:rPr>
                <w:rFonts w:ascii="Corbel" w:hAnsi="Corbel"/>
                <w:sz w:val="24"/>
                <w:szCs w:val="24"/>
              </w:rPr>
              <w:t xml:space="preserve"> Dom Wydawniczy </w:t>
            </w:r>
            <w:proofErr w:type="spellStart"/>
            <w:r w:rsidRPr="00173FA0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="003B3A29" w:rsidRPr="00173FA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73FA0">
              <w:rPr>
                <w:rFonts w:ascii="Corbel" w:hAnsi="Corbel"/>
                <w:sz w:val="24"/>
                <w:szCs w:val="24"/>
              </w:rPr>
              <w:t>Poznań 2006.</w:t>
            </w:r>
          </w:p>
          <w:p w:rsidR="00564BF3" w:rsidRPr="00173FA0" w:rsidRDefault="00564BF3" w:rsidP="00173FA0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173FA0">
              <w:rPr>
                <w:rFonts w:ascii="Corbel" w:hAnsi="Corbel"/>
                <w:sz w:val="24"/>
                <w:szCs w:val="24"/>
              </w:rPr>
              <w:t>K. Bocheńska-Włostowska</w:t>
            </w:r>
            <w:r w:rsidR="003B3A29" w:rsidRPr="00173FA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73FA0">
              <w:rPr>
                <w:rFonts w:ascii="Corbel" w:hAnsi="Corbel"/>
                <w:i/>
                <w:sz w:val="24"/>
                <w:szCs w:val="24"/>
              </w:rPr>
              <w:t>Akademia umiejętności interpersonalnych</w:t>
            </w:r>
            <w:r w:rsidR="00173FA0" w:rsidRPr="00173FA0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173FA0">
              <w:rPr>
                <w:rFonts w:ascii="Corbel" w:hAnsi="Corbel"/>
                <w:sz w:val="24"/>
                <w:szCs w:val="24"/>
              </w:rPr>
              <w:t>Oficyna Wydawnicza IMPULS</w:t>
            </w:r>
            <w:r w:rsidR="00173FA0" w:rsidRPr="00173FA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73FA0">
              <w:rPr>
                <w:rFonts w:ascii="Corbel" w:hAnsi="Corbel"/>
                <w:sz w:val="24"/>
                <w:szCs w:val="24"/>
              </w:rPr>
              <w:t>Kraków 2009.</w:t>
            </w:r>
          </w:p>
          <w:p w:rsidR="00173FA0" w:rsidRPr="00173FA0" w:rsidRDefault="00564BF3" w:rsidP="00173FA0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173FA0">
              <w:rPr>
                <w:rFonts w:ascii="Corbel" w:hAnsi="Corbel"/>
                <w:sz w:val="24"/>
                <w:szCs w:val="24"/>
              </w:rPr>
              <w:t>J. Jagieła</w:t>
            </w:r>
            <w:r w:rsidR="00173FA0" w:rsidRPr="00173FA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73FA0">
              <w:rPr>
                <w:rFonts w:ascii="Corbel" w:hAnsi="Corbel"/>
                <w:i/>
                <w:sz w:val="24"/>
                <w:szCs w:val="24"/>
              </w:rPr>
              <w:t>Gry psychologiczne w szkole</w:t>
            </w:r>
            <w:r w:rsidR="00173FA0" w:rsidRPr="00173FA0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173FA0">
              <w:rPr>
                <w:rFonts w:ascii="Corbel" w:hAnsi="Corbel"/>
                <w:sz w:val="24"/>
                <w:szCs w:val="24"/>
              </w:rPr>
              <w:t>Oficyna Wydawnicza OWN Nauczycieli</w:t>
            </w:r>
            <w:r w:rsidR="00173FA0" w:rsidRPr="00173FA0">
              <w:rPr>
                <w:rFonts w:ascii="Corbel" w:hAnsi="Corbel"/>
                <w:sz w:val="24"/>
                <w:szCs w:val="24"/>
              </w:rPr>
              <w:t>,</w:t>
            </w:r>
            <w:r w:rsidRPr="00173FA0">
              <w:rPr>
                <w:rFonts w:ascii="Corbel" w:hAnsi="Corbel"/>
                <w:sz w:val="24"/>
                <w:szCs w:val="24"/>
              </w:rPr>
              <w:t xml:space="preserve"> Kielce 2004.</w:t>
            </w:r>
          </w:p>
          <w:p w:rsidR="0085747A" w:rsidRPr="00173FA0" w:rsidRDefault="00173FA0" w:rsidP="00173FA0">
            <w:pPr>
              <w:contextualSpacing/>
              <w:rPr>
                <w:rFonts w:ascii="Corbel" w:hAnsi="Corbel"/>
              </w:rPr>
            </w:pPr>
            <w:r w:rsidRPr="00173FA0">
              <w:rPr>
                <w:rFonts w:ascii="Corbel" w:hAnsi="Corbel"/>
                <w:sz w:val="24"/>
                <w:szCs w:val="24"/>
              </w:rPr>
              <w:t>T</w:t>
            </w:r>
            <w:r w:rsidR="00564BF3" w:rsidRPr="00173FA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73FA0">
              <w:rPr>
                <w:rFonts w:ascii="Corbel" w:hAnsi="Corbel"/>
                <w:sz w:val="24"/>
                <w:szCs w:val="24"/>
              </w:rPr>
              <w:t>W</w:t>
            </w:r>
            <w:r w:rsidR="00564BF3" w:rsidRPr="00173FA0">
              <w:rPr>
                <w:rFonts w:ascii="Corbel" w:hAnsi="Corbel"/>
                <w:sz w:val="24"/>
                <w:szCs w:val="24"/>
              </w:rPr>
              <w:t>itkowski</w:t>
            </w:r>
            <w:r w:rsidRPr="00173FA0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proofErr w:type="spellStart"/>
            <w:r w:rsidRPr="00173FA0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564BF3" w:rsidRPr="00173FA0">
              <w:rPr>
                <w:rFonts w:ascii="Corbel" w:hAnsi="Corbel"/>
                <w:bCs/>
                <w:i/>
                <w:sz w:val="24"/>
                <w:szCs w:val="24"/>
              </w:rPr>
              <w:t>sychomanipulacje</w:t>
            </w:r>
            <w:proofErr w:type="spellEnd"/>
            <w:r w:rsidRPr="00173FA0">
              <w:rPr>
                <w:rFonts w:ascii="Corbel" w:hAnsi="Corbel"/>
                <w:bCs/>
                <w:i/>
                <w:sz w:val="24"/>
                <w:szCs w:val="24"/>
              </w:rPr>
              <w:t xml:space="preserve">, </w:t>
            </w:r>
            <w:r w:rsidRPr="00173FA0">
              <w:rPr>
                <w:rFonts w:ascii="Corbel" w:hAnsi="Corbel"/>
                <w:bCs/>
                <w:iCs/>
                <w:sz w:val="24"/>
                <w:szCs w:val="24"/>
              </w:rPr>
              <w:t>B</w:t>
            </w:r>
            <w:r w:rsidR="00564BF3" w:rsidRPr="00173FA0">
              <w:rPr>
                <w:rFonts w:ascii="Corbel" w:hAnsi="Corbel"/>
                <w:bCs/>
                <w:iCs/>
                <w:sz w:val="24"/>
                <w:szCs w:val="24"/>
              </w:rPr>
              <w:t>iblioteka moderatora</w:t>
            </w:r>
            <w:r w:rsidRPr="00173FA0">
              <w:rPr>
                <w:rFonts w:ascii="Corbel" w:hAnsi="Corbel"/>
                <w:bCs/>
                <w:iCs/>
                <w:sz w:val="24"/>
                <w:szCs w:val="24"/>
              </w:rPr>
              <w:t>,</w:t>
            </w:r>
            <w:r w:rsidRPr="00173FA0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="00564BF3" w:rsidRPr="00173FA0">
              <w:rPr>
                <w:rFonts w:ascii="Corbel" w:hAnsi="Corbel"/>
                <w:sz w:val="24"/>
                <w:szCs w:val="24"/>
              </w:rPr>
              <w:t>Taszów 2006.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91A75" w:rsidRDefault="00291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1A75" w:rsidRPr="009C54AE" w:rsidRDefault="00291A7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FC4" w:rsidRDefault="00261FC4" w:rsidP="00C16ABF">
      <w:pPr>
        <w:spacing w:after="0" w:line="240" w:lineRule="auto"/>
      </w:pPr>
      <w:r>
        <w:separator/>
      </w:r>
    </w:p>
  </w:endnote>
  <w:endnote w:type="continuationSeparator" w:id="0">
    <w:p w:rsidR="00261FC4" w:rsidRDefault="00261F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FC4" w:rsidRDefault="00261FC4" w:rsidP="00C16ABF">
      <w:pPr>
        <w:spacing w:after="0" w:line="240" w:lineRule="auto"/>
      </w:pPr>
      <w:r>
        <w:separator/>
      </w:r>
    </w:p>
  </w:footnote>
  <w:footnote w:type="continuationSeparator" w:id="0">
    <w:p w:rsidR="00261FC4" w:rsidRDefault="00261FC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7C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3FA0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0082"/>
    <w:rsid w:val="0022477D"/>
    <w:rsid w:val="002278A9"/>
    <w:rsid w:val="002336F9"/>
    <w:rsid w:val="0024028F"/>
    <w:rsid w:val="00244ABC"/>
    <w:rsid w:val="00261FC4"/>
    <w:rsid w:val="00281FF2"/>
    <w:rsid w:val="002857DE"/>
    <w:rsid w:val="00291567"/>
    <w:rsid w:val="00291A7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5A7"/>
    <w:rsid w:val="002F02A3"/>
    <w:rsid w:val="002F4ABE"/>
    <w:rsid w:val="003018BA"/>
    <w:rsid w:val="0030395F"/>
    <w:rsid w:val="00305C92"/>
    <w:rsid w:val="003151C5"/>
    <w:rsid w:val="003343CF"/>
    <w:rsid w:val="00335E3A"/>
    <w:rsid w:val="00346FE9"/>
    <w:rsid w:val="0034759A"/>
    <w:rsid w:val="003503F6"/>
    <w:rsid w:val="003530DD"/>
    <w:rsid w:val="00362128"/>
    <w:rsid w:val="00363F78"/>
    <w:rsid w:val="00382C72"/>
    <w:rsid w:val="003A0A5B"/>
    <w:rsid w:val="003A1176"/>
    <w:rsid w:val="003B3A29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0D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0C2"/>
    <w:rsid w:val="005026A7"/>
    <w:rsid w:val="0050496F"/>
    <w:rsid w:val="00512EE2"/>
    <w:rsid w:val="00513B6F"/>
    <w:rsid w:val="00517C63"/>
    <w:rsid w:val="00526C94"/>
    <w:rsid w:val="005363C4"/>
    <w:rsid w:val="00536BDE"/>
    <w:rsid w:val="00543ACC"/>
    <w:rsid w:val="00564BF3"/>
    <w:rsid w:val="0056696D"/>
    <w:rsid w:val="00573EF9"/>
    <w:rsid w:val="0057457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02E3"/>
    <w:rsid w:val="00617230"/>
    <w:rsid w:val="00620445"/>
    <w:rsid w:val="00621CE1"/>
    <w:rsid w:val="006265B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A4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BB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A4"/>
    <w:rsid w:val="008D3DFB"/>
    <w:rsid w:val="008D6B7D"/>
    <w:rsid w:val="008E64F4"/>
    <w:rsid w:val="008F12C9"/>
    <w:rsid w:val="008F6E29"/>
    <w:rsid w:val="00905A67"/>
    <w:rsid w:val="00916188"/>
    <w:rsid w:val="00923D7D"/>
    <w:rsid w:val="00942032"/>
    <w:rsid w:val="009508DF"/>
    <w:rsid w:val="00950DAC"/>
    <w:rsid w:val="00952588"/>
    <w:rsid w:val="00954A07"/>
    <w:rsid w:val="00956799"/>
    <w:rsid w:val="00963DF0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A07"/>
    <w:rsid w:val="00B607DB"/>
    <w:rsid w:val="00B66529"/>
    <w:rsid w:val="00B75946"/>
    <w:rsid w:val="00B8056E"/>
    <w:rsid w:val="00B819C8"/>
    <w:rsid w:val="00B82308"/>
    <w:rsid w:val="00B90885"/>
    <w:rsid w:val="00BA2E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425B2"/>
    <w:rsid w:val="00D428D6"/>
    <w:rsid w:val="00D52CE5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C32"/>
    <w:rsid w:val="00E51E44"/>
    <w:rsid w:val="00E63348"/>
    <w:rsid w:val="00E743D1"/>
    <w:rsid w:val="00E77E88"/>
    <w:rsid w:val="00E8107D"/>
    <w:rsid w:val="00E93D40"/>
    <w:rsid w:val="00E960BB"/>
    <w:rsid w:val="00E97DC8"/>
    <w:rsid w:val="00EA2074"/>
    <w:rsid w:val="00EA4832"/>
    <w:rsid w:val="00EA4E9D"/>
    <w:rsid w:val="00EC4899"/>
    <w:rsid w:val="00ED03AB"/>
    <w:rsid w:val="00ED32D2"/>
    <w:rsid w:val="00ED3AE3"/>
    <w:rsid w:val="00EE32DE"/>
    <w:rsid w:val="00EE5457"/>
    <w:rsid w:val="00EF0A00"/>
    <w:rsid w:val="00F070AB"/>
    <w:rsid w:val="00F17567"/>
    <w:rsid w:val="00F27A7B"/>
    <w:rsid w:val="00F526AF"/>
    <w:rsid w:val="00F564A0"/>
    <w:rsid w:val="00F617C3"/>
    <w:rsid w:val="00F7066B"/>
    <w:rsid w:val="00F83B28"/>
    <w:rsid w:val="00FA3074"/>
    <w:rsid w:val="00FA46E5"/>
    <w:rsid w:val="00FA570D"/>
    <w:rsid w:val="00FB7DBA"/>
    <w:rsid w:val="00FC1C25"/>
    <w:rsid w:val="00FC3F45"/>
    <w:rsid w:val="00FD503F"/>
    <w:rsid w:val="00FD7589"/>
    <w:rsid w:val="00FE39B6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19C21-5AFE-4989-BAF1-10E8F53E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0B283-9DAE-4723-9993-F313D625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2021-01-11T14:35:00Z</dcterms:created>
  <dcterms:modified xsi:type="dcterms:W3CDTF">2022-02-23T12:27:00Z</dcterms:modified>
</cp:coreProperties>
</file>